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4F23E">
      <w:pPr>
        <w:rPr>
          <w:rFonts w:ascii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cs="Times New Roman"/>
          <w:color w:val="auto"/>
          <w:sz w:val="24"/>
          <w:szCs w:val="24"/>
          <w:highlight w:val="none"/>
        </w:rPr>
        <w:t xml:space="preserve"> </w:t>
      </w:r>
    </w:p>
    <w:tbl>
      <w:tblPr>
        <w:tblStyle w:val="5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8"/>
        <w:gridCol w:w="6476"/>
      </w:tblGrid>
      <w:tr w14:paraId="4296F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51969D9C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起草单位</w:t>
            </w:r>
          </w:p>
        </w:tc>
        <w:tc>
          <w:tcPr>
            <w:tcW w:w="6476" w:type="dxa"/>
            <w:noWrap w:val="0"/>
            <w:vAlign w:val="center"/>
          </w:tcPr>
          <w:p w14:paraId="22171E1A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起草人签名及日期</w:t>
            </w:r>
          </w:p>
        </w:tc>
      </w:tr>
      <w:tr w14:paraId="59A95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34FCC8B5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>原料检验中心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noWrap w:val="0"/>
            <w:vAlign w:val="center"/>
          </w:tcPr>
          <w:p w14:paraId="561A93F7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71D8B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8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352CEBB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08034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5CAC657F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审核单位 </w:t>
            </w:r>
          </w:p>
        </w:tc>
        <w:tc>
          <w:tcPr>
            <w:tcW w:w="6476" w:type="dxa"/>
            <w:noWrap w:val="0"/>
            <w:vAlign w:val="center"/>
          </w:tcPr>
          <w:p w14:paraId="1038EDFF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审核人签名及日期</w:t>
            </w:r>
          </w:p>
        </w:tc>
      </w:tr>
      <w:tr w14:paraId="30A6E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0DC923BD">
            <w:pPr>
              <w:spacing w:line="53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>原料检验中心</w:t>
            </w:r>
          </w:p>
        </w:tc>
        <w:tc>
          <w:tcPr>
            <w:tcW w:w="6476" w:type="dxa"/>
            <w:noWrap w:val="0"/>
            <w:vAlign w:val="center"/>
          </w:tcPr>
          <w:p w14:paraId="6A79D0E9">
            <w:pPr>
              <w:spacing w:line="53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11B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553DCC83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装备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部</w:t>
            </w:r>
            <w:bookmarkStart w:id="0" w:name="_GoBack"/>
            <w:bookmarkEnd w:id="0"/>
          </w:p>
        </w:tc>
        <w:tc>
          <w:tcPr>
            <w:tcW w:w="6476" w:type="dxa"/>
            <w:noWrap w:val="0"/>
            <w:vAlign w:val="center"/>
          </w:tcPr>
          <w:p w14:paraId="74F12148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49CE4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295B7427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>原料质量部</w:t>
            </w:r>
          </w:p>
        </w:tc>
        <w:tc>
          <w:tcPr>
            <w:tcW w:w="6476" w:type="dxa"/>
            <w:noWrap w:val="0"/>
            <w:vAlign w:val="center"/>
          </w:tcPr>
          <w:p w14:paraId="00BB9D3F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74076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8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2875F57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299A2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3332F365">
            <w:pPr>
              <w:spacing w:line="52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Arial"/>
                <w:color w:val="auto"/>
                <w:sz w:val="24"/>
                <w:highlight w:val="none"/>
              </w:rPr>
              <w:t>批准人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noWrap w:val="0"/>
            <w:vAlign w:val="center"/>
          </w:tcPr>
          <w:p w14:paraId="2FBB6DE8">
            <w:pPr>
              <w:spacing w:line="52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批准人签名及日期</w:t>
            </w:r>
          </w:p>
        </w:tc>
      </w:tr>
      <w:tr w14:paraId="19030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793D470A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装备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部部长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noWrap w:val="0"/>
            <w:vAlign w:val="center"/>
          </w:tcPr>
          <w:p w14:paraId="24144535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66ED3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170CC651">
            <w:pPr>
              <w:spacing w:line="520" w:lineRule="exact"/>
              <w:jc w:val="center"/>
              <w:rPr>
                <w:rFonts w:hint="default" w:ascii="Arial" w:hAnsi="Arial" w:eastAsia="宋体" w:cs="Arial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质量负责人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noWrap w:val="0"/>
            <w:vAlign w:val="center"/>
          </w:tcPr>
          <w:p w14:paraId="293238D8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F7DCA77">
      <w:pPr>
        <w:widowControl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br w:type="page"/>
      </w:r>
    </w:p>
    <w:tbl>
      <w:tblPr>
        <w:tblStyle w:val="5"/>
        <w:tblW w:w="97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916"/>
        <w:gridCol w:w="5589"/>
        <w:gridCol w:w="1443"/>
      </w:tblGrid>
      <w:tr w14:paraId="66C60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2732" w:type="dxa"/>
            <w:gridSpan w:val="2"/>
            <w:noWrap w:val="0"/>
            <w:vAlign w:val="center"/>
          </w:tcPr>
          <w:p w14:paraId="18785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使用单位：原料检验中心</w:t>
            </w:r>
          </w:p>
        </w:tc>
        <w:tc>
          <w:tcPr>
            <w:tcW w:w="7032" w:type="dxa"/>
            <w:gridSpan w:val="2"/>
            <w:noWrap w:val="0"/>
            <w:vAlign w:val="center"/>
          </w:tcPr>
          <w:p w14:paraId="5276B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资金来源：2024年固投计划</w:t>
            </w:r>
          </w:p>
        </w:tc>
      </w:tr>
      <w:tr w14:paraId="7E23B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9764" w:type="dxa"/>
            <w:gridSpan w:val="4"/>
            <w:noWrap w:val="0"/>
            <w:vAlign w:val="center"/>
          </w:tcPr>
          <w:p w14:paraId="48B4F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目的：本用户需求说明（URS）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用于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"/>
                <w:woUserID w:val="2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原料检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验中心颚式粉碎机，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确保设备供应商所提供的设备满足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URS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，并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使破碎后的电石物料满足GB/T 10665-2004的粒度要求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  <w:tr w14:paraId="3E50C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764" w:type="dxa"/>
            <w:gridSpan w:val="4"/>
            <w:noWrap w:val="0"/>
            <w:vAlign w:val="center"/>
          </w:tcPr>
          <w:p w14:paraId="0BDE8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工艺描述：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  <w:t>颚式粉碎机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于电石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物料检验前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的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粉碎处理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  <w:tr w14:paraId="25E89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764" w:type="dxa"/>
            <w:gridSpan w:val="4"/>
            <w:noWrap w:val="0"/>
            <w:vAlign w:val="center"/>
          </w:tcPr>
          <w:p w14:paraId="72619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执行标准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（规章制度、法规）：GB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3836.1-20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GB/T 10665-2004、JB/T </w:t>
            </w:r>
            <w:r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1388-20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15。</w:t>
            </w:r>
          </w:p>
        </w:tc>
      </w:tr>
      <w:tr w14:paraId="6838308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tblHeader/>
          <w:jc w:val="center"/>
        </w:trPr>
        <w:tc>
          <w:tcPr>
            <w:tcW w:w="816" w:type="dxa"/>
            <w:shd w:val="clear" w:color="auto" w:fill="FFFFFF"/>
            <w:noWrap w:val="0"/>
            <w:vAlign w:val="center"/>
          </w:tcPr>
          <w:p w14:paraId="20FEB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编号</w:t>
            </w:r>
          </w:p>
        </w:tc>
        <w:tc>
          <w:tcPr>
            <w:tcW w:w="1916" w:type="dxa"/>
            <w:shd w:val="clear" w:color="auto" w:fill="FFFFFF"/>
            <w:noWrap w:val="0"/>
            <w:vAlign w:val="center"/>
          </w:tcPr>
          <w:p w14:paraId="38AE0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</w:t>
            </w:r>
          </w:p>
        </w:tc>
        <w:tc>
          <w:tcPr>
            <w:tcW w:w="5589" w:type="dxa"/>
            <w:shd w:val="clear" w:color="auto" w:fill="FFFFFF"/>
            <w:noWrap w:val="0"/>
            <w:vAlign w:val="center"/>
          </w:tcPr>
          <w:p w14:paraId="06112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要求内容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DDFF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必须/期望</w:t>
            </w:r>
          </w:p>
        </w:tc>
      </w:tr>
      <w:tr w14:paraId="0753FF8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816" w:type="dxa"/>
            <w:noWrap w:val="0"/>
            <w:vAlign w:val="center"/>
          </w:tcPr>
          <w:p w14:paraId="34966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URS01</w:t>
            </w:r>
          </w:p>
        </w:tc>
        <w:tc>
          <w:tcPr>
            <w:tcW w:w="1916" w:type="dxa"/>
            <w:noWrap w:val="0"/>
            <w:vAlign w:val="center"/>
          </w:tcPr>
          <w:p w14:paraId="0BF0B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设备工艺或性能要求</w:t>
            </w:r>
          </w:p>
        </w:tc>
        <w:tc>
          <w:tcPr>
            <w:tcW w:w="5589" w:type="dxa"/>
            <w:noWrap w:val="0"/>
            <w:vAlign w:val="center"/>
          </w:tcPr>
          <w:p w14:paraId="27454B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1.设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备名称：颚式粉碎机。</w:t>
            </w:r>
          </w:p>
          <w:p w14:paraId="41F7D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台。</w:t>
            </w:r>
          </w:p>
          <w:p w14:paraId="3D6E0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2.主要参数：</w:t>
            </w:r>
          </w:p>
          <w:p w14:paraId="380E6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出料粒度＜15mm；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设备整体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防爆等级ExdⅡCT4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。</w:t>
            </w:r>
          </w:p>
          <w:p w14:paraId="26946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.主要运行工况：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电石物料检验前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的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粉碎处理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。</w:t>
            </w:r>
          </w:p>
        </w:tc>
        <w:tc>
          <w:tcPr>
            <w:tcW w:w="1443" w:type="dxa"/>
            <w:noWrap w:val="0"/>
            <w:vAlign w:val="center"/>
          </w:tcPr>
          <w:p w14:paraId="2C4FB1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0A331AD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 w14:paraId="71FF4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URS02</w:t>
            </w:r>
          </w:p>
        </w:tc>
        <w:tc>
          <w:tcPr>
            <w:tcW w:w="1916" w:type="dxa"/>
            <w:noWrap w:val="0"/>
            <w:vAlign w:val="center"/>
          </w:tcPr>
          <w:p w14:paraId="3E421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安全要求</w:t>
            </w:r>
          </w:p>
        </w:tc>
        <w:tc>
          <w:tcPr>
            <w:tcW w:w="5589" w:type="dxa"/>
            <w:noWrap w:val="0"/>
            <w:vAlign w:val="center"/>
          </w:tcPr>
          <w:p w14:paraId="0E2373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设备传动部位应有必要的安全保护措施，防止人员受到伤害。</w:t>
            </w:r>
          </w:p>
          <w:p w14:paraId="20ABCD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设备任何部位不能有锋利的边缘和尖角。</w:t>
            </w:r>
          </w:p>
          <w:p w14:paraId="22D981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应具备良好的过流保护和接地保护。</w:t>
            </w:r>
          </w:p>
          <w:p w14:paraId="73EC34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其他要求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。</w:t>
            </w:r>
          </w:p>
        </w:tc>
        <w:tc>
          <w:tcPr>
            <w:tcW w:w="1443" w:type="dxa"/>
            <w:noWrap w:val="0"/>
            <w:vAlign w:val="center"/>
          </w:tcPr>
          <w:p w14:paraId="24F92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414DCCF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66AA0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URS03</w:t>
            </w:r>
          </w:p>
        </w:tc>
        <w:tc>
          <w:tcPr>
            <w:tcW w:w="1916" w:type="dxa"/>
            <w:noWrap w:val="0"/>
            <w:vAlign w:val="center"/>
          </w:tcPr>
          <w:p w14:paraId="2C205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安装区域及位置要求</w:t>
            </w:r>
          </w:p>
        </w:tc>
        <w:tc>
          <w:tcPr>
            <w:tcW w:w="5589" w:type="dxa"/>
            <w:noWrap w:val="0"/>
            <w:vAlign w:val="center"/>
          </w:tcPr>
          <w:p w14:paraId="55450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厂房内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□厂房外</w:t>
            </w:r>
          </w:p>
          <w:p w14:paraId="1B114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非防爆区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防爆区 防爆等级ExdⅡCT4</w:t>
            </w:r>
          </w:p>
          <w:p w14:paraId="3B18B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其他要求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。</w:t>
            </w:r>
          </w:p>
        </w:tc>
        <w:tc>
          <w:tcPr>
            <w:tcW w:w="1443" w:type="dxa"/>
            <w:noWrap w:val="0"/>
            <w:vAlign w:val="center"/>
          </w:tcPr>
          <w:p w14:paraId="136A43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2DDE035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2AF1D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URS04</w:t>
            </w:r>
          </w:p>
        </w:tc>
        <w:tc>
          <w:tcPr>
            <w:tcW w:w="1916" w:type="dxa"/>
            <w:noWrap w:val="0"/>
            <w:vAlign w:val="center"/>
          </w:tcPr>
          <w:p w14:paraId="031CF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安装环境要求</w:t>
            </w:r>
          </w:p>
        </w:tc>
        <w:tc>
          <w:tcPr>
            <w:tcW w:w="5589" w:type="dxa"/>
            <w:noWrap w:val="0"/>
            <w:vAlign w:val="center"/>
          </w:tcPr>
          <w:p w14:paraId="1BC99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非洁净区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□洁净区</w:t>
            </w:r>
          </w:p>
          <w:p w14:paraId="572DFD89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安装空间：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  <w:woUserID w:val="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  <w:woUserID w:val="1"/>
              </w:rPr>
              <w:t>m*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  <w:woUserID w:val="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m*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  <w:woUserID w:val="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m（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"/>
                <w:woUserID w:val="1"/>
              </w:rPr>
              <w:t>长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*宽*高）</w:t>
            </w:r>
          </w:p>
          <w:p w14:paraId="581CEB1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温度范围：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℃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～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25℃</w:t>
            </w:r>
          </w:p>
          <w:p w14:paraId="51CA0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湿度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范围：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0%RH～75%RH</w:t>
            </w:r>
          </w:p>
        </w:tc>
        <w:tc>
          <w:tcPr>
            <w:tcW w:w="1443" w:type="dxa"/>
            <w:noWrap w:val="0"/>
            <w:vAlign w:val="center"/>
          </w:tcPr>
          <w:p w14:paraId="62E34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3D6DD97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0DD11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URS05</w:t>
            </w:r>
          </w:p>
        </w:tc>
        <w:tc>
          <w:tcPr>
            <w:tcW w:w="1916" w:type="dxa"/>
            <w:noWrap w:val="0"/>
            <w:vAlign w:val="center"/>
          </w:tcPr>
          <w:p w14:paraId="65E16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电力要求</w:t>
            </w:r>
          </w:p>
        </w:tc>
        <w:tc>
          <w:tcPr>
            <w:tcW w:w="5589" w:type="dxa"/>
            <w:noWrap w:val="0"/>
            <w:vAlign w:val="center"/>
          </w:tcPr>
          <w:p w14:paraId="7093C1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甲供配电为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highlight w:val="none"/>
              </w:rPr>
              <w:t>三相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highlight w:val="none"/>
                <w:lang w:val="en-US" w:eastAsia="zh-CN"/>
              </w:rPr>
              <w:t>五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highlight w:val="none"/>
              </w:rPr>
              <w:t>线制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380V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50Hz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乙方设备需匹配。</w:t>
            </w:r>
          </w:p>
          <w:p w14:paraId="4A1F39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是否需乙方提供控制柜：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是 ☑否</w:t>
            </w:r>
          </w:p>
          <w:p w14:paraId="0C2319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电器元件触点、端子及电缆等选用符合国标，连接可靠，导电性能良好</w:t>
            </w:r>
          </w:p>
          <w:p w14:paraId="4C5145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所有连接导线中间不应有接头。</w:t>
            </w:r>
          </w:p>
        </w:tc>
        <w:tc>
          <w:tcPr>
            <w:tcW w:w="1443" w:type="dxa"/>
            <w:noWrap w:val="0"/>
            <w:vAlign w:val="center"/>
          </w:tcPr>
          <w:p w14:paraId="48D01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366FF4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2257B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URS06</w:t>
            </w:r>
          </w:p>
        </w:tc>
        <w:tc>
          <w:tcPr>
            <w:tcW w:w="1916" w:type="dxa"/>
            <w:noWrap w:val="0"/>
            <w:vAlign w:val="center"/>
          </w:tcPr>
          <w:p w14:paraId="08A350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设施/公用系统</w:t>
            </w:r>
          </w:p>
        </w:tc>
        <w:tc>
          <w:tcPr>
            <w:tcW w:w="5589" w:type="dxa"/>
            <w:noWrap w:val="0"/>
            <w:vAlign w:val="center"/>
          </w:tcPr>
          <w:p w14:paraId="29266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1.甲供参数：</w:t>
            </w:r>
          </w:p>
          <w:p w14:paraId="029554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无</w:t>
            </w:r>
          </w:p>
          <w:p w14:paraId="05DF49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是否需乙供：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☑否</w:t>
            </w:r>
          </w:p>
          <w:p w14:paraId="220A97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乙供内容：□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真空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□压缩空气 </w:t>
            </w:r>
          </w:p>
          <w:p w14:paraId="7118A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其他：</w:t>
            </w:r>
          </w:p>
        </w:tc>
        <w:tc>
          <w:tcPr>
            <w:tcW w:w="1443" w:type="dxa"/>
            <w:noWrap w:val="0"/>
            <w:vAlign w:val="center"/>
          </w:tcPr>
          <w:p w14:paraId="06FFF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——</w:t>
            </w:r>
          </w:p>
        </w:tc>
      </w:tr>
      <w:tr w14:paraId="11BDCF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816" w:type="dxa"/>
            <w:noWrap w:val="0"/>
            <w:vAlign w:val="center"/>
          </w:tcPr>
          <w:p w14:paraId="51021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URS07</w:t>
            </w:r>
          </w:p>
        </w:tc>
        <w:tc>
          <w:tcPr>
            <w:tcW w:w="1916" w:type="dxa"/>
            <w:noWrap w:val="0"/>
            <w:vAlign w:val="center"/>
          </w:tcPr>
          <w:p w14:paraId="0E10B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外观及材质要求</w:t>
            </w:r>
          </w:p>
        </w:tc>
        <w:tc>
          <w:tcPr>
            <w:tcW w:w="5589" w:type="dxa"/>
            <w:noWrap w:val="0"/>
            <w:vAlign w:val="center"/>
          </w:tcPr>
          <w:p w14:paraId="338651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是否要求设备表面涂层色彩：□是 ☑否</w:t>
            </w:r>
          </w:p>
          <w:p w14:paraId="243F2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一般情况下不锈钢、有色金属、非金属、外表面包镀锌板设备不涂色。</w:t>
            </w:r>
          </w:p>
          <w:p w14:paraId="679526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是否要求设备表面粗糙度：□是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否</w:t>
            </w:r>
          </w:p>
          <w:p w14:paraId="19650F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材质要求：</w:t>
            </w:r>
          </w:p>
          <w:p w14:paraId="2F283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鄂板材质为高锰钢，其他材质为钢制。</w:t>
            </w:r>
          </w:p>
          <w:p w14:paraId="2B46C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4.其他要求：应耐磨损，无毒，轻便易于装卸，与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样品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接触的材料应不与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样品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发生任何反应，或者脱落颗粒。</w:t>
            </w:r>
          </w:p>
        </w:tc>
        <w:tc>
          <w:tcPr>
            <w:tcW w:w="1443" w:type="dxa"/>
            <w:noWrap w:val="0"/>
            <w:vAlign w:val="center"/>
          </w:tcPr>
          <w:p w14:paraId="30014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3224060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816" w:type="dxa"/>
            <w:noWrap w:val="0"/>
            <w:vAlign w:val="center"/>
          </w:tcPr>
          <w:p w14:paraId="3BC76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URS08</w:t>
            </w:r>
          </w:p>
        </w:tc>
        <w:tc>
          <w:tcPr>
            <w:tcW w:w="1916" w:type="dxa"/>
            <w:noWrap w:val="0"/>
            <w:vAlign w:val="center"/>
          </w:tcPr>
          <w:p w14:paraId="0AA59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技术要求</w:t>
            </w:r>
          </w:p>
        </w:tc>
        <w:tc>
          <w:tcPr>
            <w:tcW w:w="5589" w:type="dxa"/>
            <w:noWrap w:val="0"/>
            <w:vAlign w:val="center"/>
          </w:tcPr>
          <w:p w14:paraId="0F201A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原石直径80～120mm；</w:t>
            </w:r>
          </w:p>
          <w:p w14:paraId="59C4D8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出料粒度＜15mm，其中粒度在5～12mm的物料质量分数＞80%；</w:t>
            </w:r>
          </w:p>
          <w:p w14:paraId="250205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处理量≥1t/h；</w:t>
            </w:r>
          </w:p>
          <w:p w14:paraId="4A85D4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电机功率大于1.1kW；</w:t>
            </w:r>
          </w:p>
          <w:p w14:paraId="59A3AB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设备整体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防爆等级ExdⅡCT4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  <w:tc>
          <w:tcPr>
            <w:tcW w:w="1443" w:type="dxa"/>
            <w:noWrap w:val="0"/>
            <w:vAlign w:val="center"/>
          </w:tcPr>
          <w:p w14:paraId="24CCC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7192178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816" w:type="dxa"/>
            <w:noWrap w:val="0"/>
            <w:vAlign w:val="center"/>
          </w:tcPr>
          <w:p w14:paraId="02C3D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URS09</w:t>
            </w:r>
          </w:p>
        </w:tc>
        <w:tc>
          <w:tcPr>
            <w:tcW w:w="1916" w:type="dxa"/>
            <w:noWrap w:val="0"/>
            <w:vAlign w:val="center"/>
          </w:tcPr>
          <w:p w14:paraId="34005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控制系统要求</w:t>
            </w:r>
          </w:p>
        </w:tc>
        <w:tc>
          <w:tcPr>
            <w:tcW w:w="5589" w:type="dxa"/>
            <w:noWrap w:val="0"/>
            <w:vAlign w:val="center"/>
          </w:tcPr>
          <w:p w14:paraId="69F38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是否需乙方提供控制系统：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否</w:t>
            </w:r>
          </w:p>
        </w:tc>
        <w:tc>
          <w:tcPr>
            <w:tcW w:w="1443" w:type="dxa"/>
            <w:noWrap w:val="0"/>
            <w:vAlign w:val="center"/>
          </w:tcPr>
          <w:p w14:paraId="6EE6A5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160A7D8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6ABE4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URS10</w:t>
            </w:r>
          </w:p>
        </w:tc>
        <w:tc>
          <w:tcPr>
            <w:tcW w:w="1916" w:type="dxa"/>
            <w:noWrap w:val="0"/>
            <w:vAlign w:val="center"/>
          </w:tcPr>
          <w:p w14:paraId="1CF16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仪表要求</w:t>
            </w:r>
          </w:p>
        </w:tc>
        <w:tc>
          <w:tcPr>
            <w:tcW w:w="5589" w:type="dxa"/>
            <w:noWrap w:val="0"/>
            <w:vAlign w:val="center"/>
          </w:tcPr>
          <w:p w14:paraId="0DD5A2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443" w:type="dxa"/>
            <w:noWrap w:val="0"/>
            <w:vAlign w:val="center"/>
          </w:tcPr>
          <w:p w14:paraId="07B56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5FD6495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00F90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URS11</w:t>
            </w:r>
          </w:p>
        </w:tc>
        <w:tc>
          <w:tcPr>
            <w:tcW w:w="1916" w:type="dxa"/>
            <w:noWrap w:val="0"/>
            <w:vAlign w:val="center"/>
          </w:tcPr>
          <w:p w14:paraId="5ACC4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清洁要求</w:t>
            </w:r>
          </w:p>
        </w:tc>
        <w:tc>
          <w:tcPr>
            <w:tcW w:w="5589" w:type="dxa"/>
            <w:noWrap w:val="0"/>
            <w:vAlign w:val="center"/>
          </w:tcPr>
          <w:p w14:paraId="584D715E"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1.设备表面及内部便于清洁，物料接触处无死角。</w:t>
            </w:r>
          </w:p>
          <w:p w14:paraId="376B4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2.其他要求：可使用必要的清洁剂对设备表面进行清洁处理。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应提供可使用的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woUserID w:val="2"/>
              </w:rPr>
              <w:t>清洁剂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2"/>
              </w:rPr>
              <w:t>类别。</w:t>
            </w:r>
          </w:p>
        </w:tc>
        <w:tc>
          <w:tcPr>
            <w:tcW w:w="1443" w:type="dxa"/>
            <w:noWrap w:val="0"/>
            <w:vAlign w:val="center"/>
          </w:tcPr>
          <w:p w14:paraId="59D97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7D89A2D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16" w:type="dxa"/>
            <w:noWrap w:val="0"/>
            <w:vAlign w:val="center"/>
          </w:tcPr>
          <w:p w14:paraId="06035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URS12</w:t>
            </w:r>
          </w:p>
        </w:tc>
        <w:tc>
          <w:tcPr>
            <w:tcW w:w="1916" w:type="dxa"/>
            <w:noWrap w:val="0"/>
            <w:vAlign w:val="center"/>
          </w:tcPr>
          <w:p w14:paraId="6EFBD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润滑剂要求</w:t>
            </w:r>
          </w:p>
        </w:tc>
        <w:tc>
          <w:tcPr>
            <w:tcW w:w="5589" w:type="dxa"/>
            <w:noWrap w:val="0"/>
            <w:vAlign w:val="center"/>
          </w:tcPr>
          <w:p w14:paraId="789C9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设备是否需加润滑剂：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☑否</w:t>
            </w:r>
          </w:p>
        </w:tc>
        <w:tc>
          <w:tcPr>
            <w:tcW w:w="1443" w:type="dxa"/>
            <w:noWrap w:val="0"/>
            <w:vAlign w:val="center"/>
          </w:tcPr>
          <w:p w14:paraId="3980C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03A2508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3D4F6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URS13</w:t>
            </w:r>
          </w:p>
        </w:tc>
        <w:tc>
          <w:tcPr>
            <w:tcW w:w="1916" w:type="dxa"/>
            <w:noWrap w:val="0"/>
            <w:vAlign w:val="center"/>
          </w:tcPr>
          <w:p w14:paraId="07C68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5589" w:type="dxa"/>
            <w:noWrap w:val="0"/>
            <w:vAlign w:val="center"/>
          </w:tcPr>
          <w:p w14:paraId="39251A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乙方需编制资料交接清单，双方交接人员确认签字。</w:t>
            </w:r>
          </w:p>
          <w:p w14:paraId="270289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乙方需提供2份纸版资料和1份电子版资料。</w:t>
            </w:r>
          </w:p>
          <w:p w14:paraId="2D608C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乙方需提供资料明细：</w:t>
            </w:r>
          </w:p>
          <w:p w14:paraId="005867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☑使用说明书</w:t>
            </w:r>
          </w:p>
          <w:p w14:paraId="1E20CB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维护保养手册</w:t>
            </w:r>
          </w:p>
          <w:p w14:paraId="0D43C3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报警清单和处理办法</w:t>
            </w:r>
          </w:p>
          <w:p w14:paraId="60AA79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□外形图（含安装尺寸和要求）</w:t>
            </w:r>
          </w:p>
          <w:p w14:paraId="4B48DB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□备件清单和标注对应位置的图纸</w:t>
            </w:r>
          </w:p>
          <w:p w14:paraId="33AB88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电气原理图和接线图</w:t>
            </w:r>
          </w:p>
          <w:p w14:paraId="1AB3D2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□验证相关材料见URS15</w:t>
            </w:r>
          </w:p>
          <w:p w14:paraId="1A9EA6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□程序备份</w:t>
            </w:r>
          </w:p>
          <w:p w14:paraId="6FF769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其他：合格证、保修卡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、防爆等级证书</w:t>
            </w:r>
          </w:p>
        </w:tc>
        <w:tc>
          <w:tcPr>
            <w:tcW w:w="1443" w:type="dxa"/>
            <w:noWrap w:val="0"/>
            <w:vAlign w:val="center"/>
          </w:tcPr>
          <w:p w14:paraId="42FD3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1D9D70D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0AE40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URS14</w:t>
            </w:r>
          </w:p>
        </w:tc>
        <w:tc>
          <w:tcPr>
            <w:tcW w:w="1916" w:type="dxa"/>
            <w:noWrap w:val="0"/>
            <w:vAlign w:val="center"/>
          </w:tcPr>
          <w:p w14:paraId="33F54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设备转运要求</w:t>
            </w:r>
          </w:p>
        </w:tc>
        <w:tc>
          <w:tcPr>
            <w:tcW w:w="5589" w:type="dxa"/>
            <w:noWrap w:val="0"/>
            <w:vAlign w:val="center"/>
          </w:tcPr>
          <w:p w14:paraId="2CB0A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1.乙方需将设备运输至甲方指定地点，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应使用可靠的包装形式以保证设备运输安全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到货拆箱时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必须陪同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甲方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人员进行拆箱,如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授权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甲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方自行拆箱,拆箱后如发现机器及零配件有任何损坏、缺少，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应负全责不得推诿。</w:t>
            </w:r>
          </w:p>
          <w:p w14:paraId="321E4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2.设备卸车职责：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甲方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乙方</w:t>
            </w:r>
          </w:p>
          <w:p w14:paraId="5B3E7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设备吊运至安装位置职责：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甲方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乙方</w:t>
            </w:r>
          </w:p>
          <w:p w14:paraId="0381E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设备安装职责：</w:t>
            </w:r>
          </w:p>
          <w:p w14:paraId="402E2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甲方（乙方指导）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2F919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5.设备调试职责：</w:t>
            </w:r>
          </w:p>
          <w:p w14:paraId="32584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□乙方将设备调试运行正常后交付甲方。</w:t>
            </w:r>
          </w:p>
          <w:p w14:paraId="636004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☑乙方指导甲方进行设备调试直至运行正常。</w:t>
            </w:r>
          </w:p>
          <w:p w14:paraId="7B4AF3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6.乙方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负责对技术管理人员、操作人员、维修人员进行结构原理、性能、操作、维修、故障排除等基本知识的培训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乙方需编制培训记录，被培训人员需签字确认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1443" w:type="dxa"/>
            <w:noWrap w:val="0"/>
            <w:vAlign w:val="center"/>
          </w:tcPr>
          <w:p w14:paraId="22DC1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6918D62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16" w:type="dxa"/>
            <w:noWrap w:val="0"/>
            <w:vAlign w:val="center"/>
          </w:tcPr>
          <w:p w14:paraId="37D7A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URS15</w:t>
            </w:r>
          </w:p>
        </w:tc>
        <w:tc>
          <w:tcPr>
            <w:tcW w:w="1916" w:type="dxa"/>
            <w:noWrap w:val="0"/>
            <w:vAlign w:val="center"/>
          </w:tcPr>
          <w:p w14:paraId="34F5E5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验证/确认需求</w:t>
            </w:r>
          </w:p>
        </w:tc>
        <w:tc>
          <w:tcPr>
            <w:tcW w:w="5589" w:type="dxa"/>
            <w:noWrap w:val="0"/>
            <w:vAlign w:val="center"/>
          </w:tcPr>
          <w:p w14:paraId="0525B4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Arial" w:hAnsi="Arial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Arial" w:hAnsi="Arial" w:cs="Arial"/>
                <w:color w:val="auto"/>
                <w:kern w:val="0"/>
                <w:sz w:val="24"/>
                <w:highlight w:val="none"/>
              </w:rPr>
              <w:t>乙方协助甲方进行设备验证，并提供相关技术支持，需按甲方要求配合甲方设备验证等相关工作。</w:t>
            </w:r>
          </w:p>
          <w:p w14:paraId="05A218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乙方需提供的验证材料:</w:t>
            </w:r>
          </w:p>
          <w:p w14:paraId="7A8974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☑无</w:t>
            </w:r>
          </w:p>
          <w:p w14:paraId="76D083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DQ、IQ、OQ、PQ文件材料一份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1E60B4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设备在出厂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前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试车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报告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。</w:t>
            </w:r>
          </w:p>
          <w:p w14:paraId="649056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□主要材料（明细：）的材质证明。</w:t>
            </w:r>
          </w:p>
          <w:p w14:paraId="318865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□其他：</w:t>
            </w:r>
          </w:p>
          <w:p w14:paraId="17083C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其他要求：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。</w:t>
            </w:r>
          </w:p>
        </w:tc>
        <w:tc>
          <w:tcPr>
            <w:tcW w:w="1443" w:type="dxa"/>
            <w:noWrap w:val="0"/>
            <w:vAlign w:val="center"/>
          </w:tcPr>
          <w:p w14:paraId="13571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3AA4E4E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31680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URS16</w:t>
            </w:r>
          </w:p>
        </w:tc>
        <w:tc>
          <w:tcPr>
            <w:tcW w:w="1916" w:type="dxa"/>
            <w:noWrap w:val="0"/>
            <w:vAlign w:val="center"/>
          </w:tcPr>
          <w:p w14:paraId="5B452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服务与维护</w:t>
            </w:r>
          </w:p>
        </w:tc>
        <w:tc>
          <w:tcPr>
            <w:tcW w:w="5589" w:type="dxa"/>
            <w:noWrap w:val="0"/>
            <w:vAlign w:val="center"/>
          </w:tcPr>
          <w:p w14:paraId="14C223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质保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期自终验收合格后算起12个月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15316C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质保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期内，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接到甲方通知后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72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小时内到达现场，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免费为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甲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方维修设备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由于质量原因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损坏的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零部件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免费更换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1042E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乙方需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提供可满足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"/>
                <w:woUserID w:val="2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年设备运行需要的易损零部件及零部件清单（包括报价）。</w:t>
            </w:r>
          </w:p>
          <w:p w14:paraId="48AF33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其他要求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1443" w:type="dxa"/>
            <w:noWrap w:val="0"/>
            <w:vAlign w:val="center"/>
          </w:tcPr>
          <w:p w14:paraId="09F113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06EBF32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15FCC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URS17</w:t>
            </w:r>
          </w:p>
        </w:tc>
        <w:tc>
          <w:tcPr>
            <w:tcW w:w="1916" w:type="dxa"/>
            <w:noWrap w:val="0"/>
            <w:vAlign w:val="center"/>
          </w:tcPr>
          <w:p w14:paraId="104A3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供应商确认</w:t>
            </w:r>
          </w:p>
        </w:tc>
        <w:tc>
          <w:tcPr>
            <w:tcW w:w="5589" w:type="dxa"/>
            <w:noWrap w:val="0"/>
            <w:vAlign w:val="center"/>
          </w:tcPr>
          <w:p w14:paraId="0D431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供应商对URS各项目要求能否满足予以确认。</w:t>
            </w:r>
          </w:p>
        </w:tc>
        <w:tc>
          <w:tcPr>
            <w:tcW w:w="1443" w:type="dxa"/>
            <w:noWrap w:val="0"/>
            <w:vAlign w:val="center"/>
          </w:tcPr>
          <w:p w14:paraId="3753B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09A8229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4AE39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URS18</w:t>
            </w:r>
          </w:p>
        </w:tc>
        <w:tc>
          <w:tcPr>
            <w:tcW w:w="1916" w:type="dxa"/>
            <w:noWrap w:val="0"/>
            <w:vAlign w:val="center"/>
          </w:tcPr>
          <w:p w14:paraId="7D4A1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节能环保要求</w:t>
            </w:r>
          </w:p>
        </w:tc>
        <w:tc>
          <w:tcPr>
            <w:tcW w:w="5589" w:type="dxa"/>
            <w:noWrap w:val="0"/>
            <w:vAlign w:val="center"/>
          </w:tcPr>
          <w:p w14:paraId="2450C4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☑无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具体要求：</w:t>
            </w:r>
          </w:p>
        </w:tc>
        <w:tc>
          <w:tcPr>
            <w:tcW w:w="1443" w:type="dxa"/>
            <w:noWrap w:val="0"/>
            <w:vAlign w:val="center"/>
          </w:tcPr>
          <w:p w14:paraId="7D1D1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——</w:t>
            </w:r>
          </w:p>
        </w:tc>
      </w:tr>
    </w:tbl>
    <w:p w14:paraId="7153BEC5">
      <w:pPr>
        <w:rPr>
          <w:color w:val="auto"/>
          <w:highlight w:val="none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9199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86"/>
      <w:gridCol w:w="2249"/>
      <w:gridCol w:w="2448"/>
      <w:gridCol w:w="2816"/>
    </w:tblGrid>
    <w:tr w14:paraId="69199910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61" w:hRule="exact"/>
        <w:jc w:val="center"/>
      </w:trPr>
      <w:tc>
        <w:tcPr>
          <w:tcW w:w="1686" w:type="dxa"/>
          <w:vMerge w:val="restart"/>
          <w:tcBorders>
            <w:top w:val="single" w:color="auto" w:sz="12" w:space="0"/>
            <w:left w:val="single" w:color="auto" w:sz="12" w:space="0"/>
          </w:tcBorders>
        </w:tcPr>
        <w:p w14:paraId="1D62C18C">
          <w:pPr>
            <w:rPr>
              <w:rFonts w:ascii="Arial" w:hAnsi="Arial" w:eastAsia="黑体" w:cs="Arial"/>
            </w:rPr>
          </w:pP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19050" t="0" r="0" b="0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color="auto" w:sz="12" w:space="0"/>
            <w:right w:val="single" w:color="auto" w:sz="12" w:space="0"/>
          </w:tcBorders>
          <w:vAlign w:val="center"/>
        </w:tcPr>
        <w:p w14:paraId="7D945CF1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hint="eastAsia" w:ascii="Arial" w:hAnsi="Arial" w:eastAsia="黑体" w:cs="Arial"/>
              <w:color w:val="000000"/>
              <w:sz w:val="28"/>
              <w:szCs w:val="28"/>
              <w:lang w:val="en-US"/>
            </w:rPr>
            <w:t>颚式粉碎机</w:t>
          </w:r>
          <w:r>
            <w:rPr>
              <w:rFonts w:ascii="Arial" w:hAnsi="Arial" w:eastAsia="黑体" w:cs="Arial"/>
              <w:color w:val="000000"/>
              <w:sz w:val="28"/>
              <w:szCs w:val="28"/>
            </w:rPr>
            <w:t>用户需求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（</w:t>
          </w:r>
          <w:r>
            <w:rPr>
              <w:rFonts w:hint="eastAsia" w:ascii="Arial" w:hAnsi="Arial" w:eastAsia="黑体" w:cs="Arial"/>
              <w:i/>
              <w:color w:val="000000"/>
              <w:sz w:val="28"/>
              <w:szCs w:val="28"/>
            </w:rPr>
            <w:t>设备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）</w:t>
          </w:r>
        </w:p>
      </w:tc>
    </w:tr>
    <w:tr w14:paraId="51D047A4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</w:tcBorders>
        </w:tcPr>
        <w:p w14:paraId="47219F92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color="auto" w:sz="12" w:space="0"/>
          </w:tcBorders>
          <w:vAlign w:val="center"/>
        </w:tcPr>
        <w:p w14:paraId="73BDC7CE">
          <w:pPr>
            <w:ind w:right="-206" w:rightChars="-98"/>
            <w:jc w:val="left"/>
            <w:rPr>
              <w:rFonts w:hint="default" w:ascii="宋体" w:hAnsi="宋体" w:eastAsia="宋体" w:cs="宋体"/>
              <w:sz w:val="24"/>
              <w:szCs w:val="24"/>
              <w:lang w:val="en-US" w:eastAsia="zh-CN"/>
            </w:rPr>
          </w:pPr>
          <w:r>
            <w:rPr>
              <w:rFonts w:hint="eastAsia" w:ascii="宋体" w:hAnsi="宋体" w:cs="Arial"/>
              <w:sz w:val="24"/>
              <w:szCs w:val="24"/>
            </w:rPr>
            <w:t>编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码：</w:t>
          </w:r>
          <w:r>
            <w:rPr>
              <w:rFonts w:ascii="宋体" w:hAnsi="宋体" w:cs="宋体"/>
              <w:sz w:val="24"/>
              <w:szCs w:val="24"/>
            </w:rPr>
            <w:t>Q/DBZY</w:t>
          </w:r>
          <w:r>
            <w:rPr>
              <w:rFonts w:hint="eastAsia" w:ascii="宋体" w:hAnsi="宋体" w:cs="宋体"/>
              <w:sz w:val="24"/>
              <w:szCs w:val="24"/>
            </w:rPr>
            <w:t>·014-</w:t>
          </w:r>
          <w:r>
            <w:rPr>
              <w:rFonts w:ascii="宋体" w:hAnsi="宋体" w:cs="宋体"/>
              <w:sz w:val="24"/>
              <w:szCs w:val="24"/>
            </w:rPr>
            <w:t>G</w:t>
          </w:r>
          <w:r>
            <w:rPr>
              <w:rFonts w:hint="eastAsia" w:ascii="宋体" w:hAnsi="宋体" w:cs="宋体"/>
              <w:sz w:val="24"/>
              <w:szCs w:val="24"/>
            </w:rPr>
            <w:t>003</w:t>
          </w:r>
          <w:r>
            <w:rPr>
              <w:rFonts w:ascii="宋体" w:hAnsi="宋体" w:cs="宋体"/>
              <w:sz w:val="24"/>
              <w:szCs w:val="24"/>
            </w:rPr>
            <w:t>-</w:t>
          </w:r>
          <w:r>
            <w:rPr>
              <w:rFonts w:hint="eastAsia" w:ascii="宋体" w:hAnsi="宋体" w:cs="宋体"/>
              <w:sz w:val="24"/>
              <w:szCs w:val="24"/>
            </w:rPr>
            <w:t>SB</w:t>
          </w:r>
          <w:r>
            <w:rPr>
              <w:rFonts w:hint="eastAsia" w:ascii="宋体" w:hAnsi="宋体" w:cs="Arial"/>
              <w:sz w:val="24"/>
              <w:szCs w:val="24"/>
            </w:rPr>
            <w:t>(402)</w:t>
          </w:r>
          <w:r>
            <w:rPr>
              <w:rFonts w:hint="eastAsia" w:ascii="宋体" w:hAnsi="宋体" w:cs="宋体"/>
              <w:sz w:val="24"/>
              <w:szCs w:val="24"/>
            </w:rPr>
            <w:t>-0</w:t>
          </w:r>
          <w:r>
            <w:rPr>
              <w:rFonts w:hint="eastAsia" w:ascii="宋体" w:hAnsi="宋体" w:cs="宋体"/>
              <w:sz w:val="24"/>
              <w:szCs w:val="24"/>
              <w:lang w:val="en-US" w:eastAsia="zh-CN"/>
            </w:rPr>
            <w:t>60</w:t>
          </w:r>
        </w:p>
      </w:tc>
    </w:tr>
    <w:tr w14:paraId="7F963809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  <w:bottom w:val="single" w:color="auto" w:sz="12" w:space="0"/>
          </w:tcBorders>
        </w:tcPr>
        <w:p w14:paraId="01867E8F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color="auto" w:sz="12" w:space="0"/>
          </w:tcBorders>
          <w:vAlign w:val="center"/>
        </w:tcPr>
        <w:p w14:paraId="3201099C">
          <w:pPr>
            <w:ind w:right="-206" w:rightChars="-98"/>
            <w:rPr>
              <w:rFonts w:hint="eastAsia" w:ascii="黑体" w:hAnsi="宋体" w:eastAsia="黑体" w:cs="Arial"/>
              <w:sz w:val="24"/>
              <w:szCs w:val="24"/>
              <w:lang w:eastAsia="zh-CN"/>
            </w:rPr>
          </w:pPr>
          <w:r>
            <w:rPr>
              <w:rFonts w:hint="eastAsia" w:ascii="宋体" w:hAnsi="宋体" w:cs="Arial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hint="eastAsia" w:ascii="Arial" w:hAnsi="Arial" w:eastAsia="黑体" w:cs="Arial"/>
              <w:sz w:val="24"/>
              <w:szCs w:val="24"/>
            </w:rPr>
            <w:t>202</w:t>
          </w:r>
          <w:r>
            <w:rPr>
              <w:rFonts w:hint="eastAsia" w:ascii="Arial" w:hAnsi="Arial" w:eastAsia="黑体" w:cs="Arial"/>
              <w:sz w:val="24"/>
              <w:szCs w:val="24"/>
              <w:lang w:val="en-US" w:eastAsia="zh-CN"/>
            </w:rPr>
            <w:t>4</w:t>
          </w:r>
        </w:p>
      </w:tc>
      <w:tc>
        <w:tcPr>
          <w:tcW w:w="2448" w:type="dxa"/>
          <w:tcBorders>
            <w:bottom w:val="single" w:color="auto" w:sz="12" w:space="0"/>
          </w:tcBorders>
          <w:vAlign w:val="center"/>
        </w:tcPr>
        <w:p w14:paraId="03B4ACFA">
          <w:pPr>
            <w:ind w:right="-206" w:rightChars="-98"/>
            <w:rPr>
              <w:rFonts w:hint="eastAsia" w:ascii="宋体" w:hAnsi="宋体" w:eastAsia="宋体" w:cs="Arial"/>
              <w:sz w:val="24"/>
              <w:szCs w:val="24"/>
              <w:lang w:eastAsia="zh-CN"/>
            </w:rPr>
          </w:pPr>
          <w:r>
            <w:rPr>
              <w:rFonts w:hint="eastAsia" w:ascii="宋体" w:hAnsi="宋体" w:cs="Arial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号：0</w:t>
          </w:r>
          <w:r>
            <w:rPr>
              <w:rFonts w:hint="eastAsia" w:ascii="宋体" w:hAnsi="宋体" w:cs="Arial"/>
              <w:sz w:val="24"/>
              <w:szCs w:val="24"/>
              <w:lang w:val="en-US" w:eastAsia="zh-CN"/>
            </w:rPr>
            <w:t>1</w:t>
          </w:r>
        </w:p>
      </w:tc>
      <w:tc>
        <w:tcPr>
          <w:tcW w:w="2816" w:type="dxa"/>
          <w:tcBorders>
            <w:bottom w:val="single" w:color="auto" w:sz="12" w:space="0"/>
            <w:right w:val="single" w:color="auto" w:sz="12" w:space="0"/>
          </w:tcBorders>
          <w:vAlign w:val="center"/>
        </w:tcPr>
        <w:p w14:paraId="71087F3E">
          <w:pPr>
            <w:rPr>
              <w:rFonts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3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3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001B92F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FFC096"/>
    <w:multiLevelType w:val="singleLevel"/>
    <w:tmpl w:val="80FFC0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E33025"/>
    <w:multiLevelType w:val="singleLevel"/>
    <w:tmpl w:val="C3E330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AF5B4B7"/>
    <w:multiLevelType w:val="singleLevel"/>
    <w:tmpl w:val="FAF5B4B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0F927BB"/>
    <w:multiLevelType w:val="singleLevel"/>
    <w:tmpl w:val="50F927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68EB7E5"/>
    <w:multiLevelType w:val="singleLevel"/>
    <w:tmpl w:val="568EB7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68ECC54"/>
    <w:multiLevelType w:val="singleLevel"/>
    <w:tmpl w:val="668ECC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A7F8D0B"/>
    <w:multiLevelType w:val="singleLevel"/>
    <w:tmpl w:val="6A7F8D0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A1BFC22"/>
    <w:multiLevelType w:val="singleLevel"/>
    <w:tmpl w:val="7A1BFC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lMDY1OTlmZjVhYThjOWZiYTFlMDZjNDM3MzA3ZjgifQ=="/>
  </w:docVars>
  <w:rsids>
    <w:rsidRoot w:val="00E26B4A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A44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1FD5"/>
    <w:rsid w:val="00022BC7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23C"/>
    <w:rsid w:val="00036FBF"/>
    <w:rsid w:val="000373A0"/>
    <w:rsid w:val="0004191B"/>
    <w:rsid w:val="000428AD"/>
    <w:rsid w:val="00042CD8"/>
    <w:rsid w:val="000430EC"/>
    <w:rsid w:val="000430FB"/>
    <w:rsid w:val="00043689"/>
    <w:rsid w:val="00043A90"/>
    <w:rsid w:val="00043DA2"/>
    <w:rsid w:val="000445E1"/>
    <w:rsid w:val="00044E14"/>
    <w:rsid w:val="000460B5"/>
    <w:rsid w:val="000465B1"/>
    <w:rsid w:val="0005143C"/>
    <w:rsid w:val="0005167E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E0C"/>
    <w:rsid w:val="00086182"/>
    <w:rsid w:val="00087136"/>
    <w:rsid w:val="00087D0C"/>
    <w:rsid w:val="000902DD"/>
    <w:rsid w:val="00090C07"/>
    <w:rsid w:val="000921C8"/>
    <w:rsid w:val="00092538"/>
    <w:rsid w:val="000929B8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875"/>
    <w:rsid w:val="000A4CB8"/>
    <w:rsid w:val="000B008D"/>
    <w:rsid w:val="000B0271"/>
    <w:rsid w:val="000B3555"/>
    <w:rsid w:val="000B3AFE"/>
    <w:rsid w:val="000B4540"/>
    <w:rsid w:val="000B4A69"/>
    <w:rsid w:val="000B5622"/>
    <w:rsid w:val="000B57A6"/>
    <w:rsid w:val="000B57C5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622"/>
    <w:rsid w:val="000C27F8"/>
    <w:rsid w:val="000C37E8"/>
    <w:rsid w:val="000C3804"/>
    <w:rsid w:val="000C4D00"/>
    <w:rsid w:val="000C559B"/>
    <w:rsid w:val="000C55C1"/>
    <w:rsid w:val="000C7F1E"/>
    <w:rsid w:val="000D05C9"/>
    <w:rsid w:val="000D17D6"/>
    <w:rsid w:val="000D2788"/>
    <w:rsid w:val="000D27AF"/>
    <w:rsid w:val="000D40AD"/>
    <w:rsid w:val="000D445D"/>
    <w:rsid w:val="000D4A5D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F31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3024"/>
    <w:rsid w:val="00183742"/>
    <w:rsid w:val="001837F3"/>
    <w:rsid w:val="00183F7B"/>
    <w:rsid w:val="00184579"/>
    <w:rsid w:val="00184C99"/>
    <w:rsid w:val="00185230"/>
    <w:rsid w:val="00185B56"/>
    <w:rsid w:val="0018642E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7E19"/>
    <w:rsid w:val="001A0848"/>
    <w:rsid w:val="001A11EF"/>
    <w:rsid w:val="001A1942"/>
    <w:rsid w:val="001A1AB9"/>
    <w:rsid w:val="001A1E11"/>
    <w:rsid w:val="001A2CEA"/>
    <w:rsid w:val="001A3433"/>
    <w:rsid w:val="001A451A"/>
    <w:rsid w:val="001A4675"/>
    <w:rsid w:val="001A4F34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64CA"/>
    <w:rsid w:val="001B6B63"/>
    <w:rsid w:val="001B76B0"/>
    <w:rsid w:val="001C2724"/>
    <w:rsid w:val="001C2BBB"/>
    <w:rsid w:val="001C2CF1"/>
    <w:rsid w:val="001C33FE"/>
    <w:rsid w:val="001C36A7"/>
    <w:rsid w:val="001C3A18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201897"/>
    <w:rsid w:val="00202A15"/>
    <w:rsid w:val="00202BC5"/>
    <w:rsid w:val="00202EB9"/>
    <w:rsid w:val="00203C57"/>
    <w:rsid w:val="00204107"/>
    <w:rsid w:val="00204411"/>
    <w:rsid w:val="00204980"/>
    <w:rsid w:val="00204F2B"/>
    <w:rsid w:val="002057E5"/>
    <w:rsid w:val="002071DB"/>
    <w:rsid w:val="0020738C"/>
    <w:rsid w:val="00212315"/>
    <w:rsid w:val="002135FE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2AD4"/>
    <w:rsid w:val="00222F89"/>
    <w:rsid w:val="002232F1"/>
    <w:rsid w:val="00224A6D"/>
    <w:rsid w:val="00226373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290E"/>
    <w:rsid w:val="00252BDF"/>
    <w:rsid w:val="00254211"/>
    <w:rsid w:val="00254472"/>
    <w:rsid w:val="00254A64"/>
    <w:rsid w:val="00254D9F"/>
    <w:rsid w:val="00254E4F"/>
    <w:rsid w:val="00255BD5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F5F"/>
    <w:rsid w:val="00280C19"/>
    <w:rsid w:val="0028247A"/>
    <w:rsid w:val="00282E93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B5E"/>
    <w:rsid w:val="00292C55"/>
    <w:rsid w:val="00292F01"/>
    <w:rsid w:val="0029493F"/>
    <w:rsid w:val="00294A69"/>
    <w:rsid w:val="00295679"/>
    <w:rsid w:val="00296255"/>
    <w:rsid w:val="002A016E"/>
    <w:rsid w:val="002A076D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23F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5286"/>
    <w:rsid w:val="002D5455"/>
    <w:rsid w:val="002D59CB"/>
    <w:rsid w:val="002D5F74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ACE"/>
    <w:rsid w:val="0033557F"/>
    <w:rsid w:val="00336A59"/>
    <w:rsid w:val="00337B2E"/>
    <w:rsid w:val="003402C4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48C"/>
    <w:rsid w:val="0035763A"/>
    <w:rsid w:val="00360298"/>
    <w:rsid w:val="0036050B"/>
    <w:rsid w:val="0036072E"/>
    <w:rsid w:val="00360B2C"/>
    <w:rsid w:val="003617F8"/>
    <w:rsid w:val="00361D04"/>
    <w:rsid w:val="00362606"/>
    <w:rsid w:val="00362986"/>
    <w:rsid w:val="003629B5"/>
    <w:rsid w:val="003634BE"/>
    <w:rsid w:val="00364467"/>
    <w:rsid w:val="00365AD6"/>
    <w:rsid w:val="00365B00"/>
    <w:rsid w:val="003667D1"/>
    <w:rsid w:val="0037076C"/>
    <w:rsid w:val="00370AB1"/>
    <w:rsid w:val="00371FC9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804DC"/>
    <w:rsid w:val="00380CF7"/>
    <w:rsid w:val="00382F46"/>
    <w:rsid w:val="003833BA"/>
    <w:rsid w:val="00383A8B"/>
    <w:rsid w:val="003864A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A07"/>
    <w:rsid w:val="003A41D5"/>
    <w:rsid w:val="003A4CF0"/>
    <w:rsid w:val="003A6BF0"/>
    <w:rsid w:val="003A6E5F"/>
    <w:rsid w:val="003A7342"/>
    <w:rsid w:val="003A7C76"/>
    <w:rsid w:val="003A7E4A"/>
    <w:rsid w:val="003B0478"/>
    <w:rsid w:val="003B04D4"/>
    <w:rsid w:val="003B147A"/>
    <w:rsid w:val="003B2AAC"/>
    <w:rsid w:val="003B2FCB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15F0"/>
    <w:rsid w:val="003C2BBF"/>
    <w:rsid w:val="003C3009"/>
    <w:rsid w:val="003C3131"/>
    <w:rsid w:val="003C34DA"/>
    <w:rsid w:val="003C48AA"/>
    <w:rsid w:val="003C4D42"/>
    <w:rsid w:val="003C521D"/>
    <w:rsid w:val="003C576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92E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425E"/>
    <w:rsid w:val="003F466F"/>
    <w:rsid w:val="003F5686"/>
    <w:rsid w:val="003F5B88"/>
    <w:rsid w:val="003F5CFA"/>
    <w:rsid w:val="003F6E8A"/>
    <w:rsid w:val="003F745C"/>
    <w:rsid w:val="003F7AF3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916"/>
    <w:rsid w:val="00403A8C"/>
    <w:rsid w:val="00404201"/>
    <w:rsid w:val="00404907"/>
    <w:rsid w:val="004057C2"/>
    <w:rsid w:val="00406C68"/>
    <w:rsid w:val="0040781B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520D"/>
    <w:rsid w:val="00416780"/>
    <w:rsid w:val="00417576"/>
    <w:rsid w:val="004203FA"/>
    <w:rsid w:val="00421E01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4F83"/>
    <w:rsid w:val="0048526C"/>
    <w:rsid w:val="00485912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33"/>
    <w:rsid w:val="004A7780"/>
    <w:rsid w:val="004A7E1A"/>
    <w:rsid w:val="004A7E23"/>
    <w:rsid w:val="004B0229"/>
    <w:rsid w:val="004B0B2B"/>
    <w:rsid w:val="004B1533"/>
    <w:rsid w:val="004B1A4F"/>
    <w:rsid w:val="004B1DBC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4126"/>
    <w:rsid w:val="004D4494"/>
    <w:rsid w:val="004D5DC7"/>
    <w:rsid w:val="004D637B"/>
    <w:rsid w:val="004D6451"/>
    <w:rsid w:val="004D71F0"/>
    <w:rsid w:val="004D77CA"/>
    <w:rsid w:val="004E0083"/>
    <w:rsid w:val="004E03E3"/>
    <w:rsid w:val="004E1325"/>
    <w:rsid w:val="004E1AB7"/>
    <w:rsid w:val="004E284E"/>
    <w:rsid w:val="004E3E92"/>
    <w:rsid w:val="004E5349"/>
    <w:rsid w:val="004E5615"/>
    <w:rsid w:val="004E56CC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9EF"/>
    <w:rsid w:val="004F6EC0"/>
    <w:rsid w:val="004F70BE"/>
    <w:rsid w:val="004F74EB"/>
    <w:rsid w:val="004F75D1"/>
    <w:rsid w:val="005002F3"/>
    <w:rsid w:val="005004F3"/>
    <w:rsid w:val="00500B31"/>
    <w:rsid w:val="00501C23"/>
    <w:rsid w:val="00501FF7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6490"/>
    <w:rsid w:val="00516F7E"/>
    <w:rsid w:val="005179E2"/>
    <w:rsid w:val="00517EC8"/>
    <w:rsid w:val="00520303"/>
    <w:rsid w:val="0052044B"/>
    <w:rsid w:val="00521610"/>
    <w:rsid w:val="0052173F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712A"/>
    <w:rsid w:val="0052778E"/>
    <w:rsid w:val="00530952"/>
    <w:rsid w:val="005309C9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4DCE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1C2"/>
    <w:rsid w:val="005531D1"/>
    <w:rsid w:val="005536D2"/>
    <w:rsid w:val="005540D2"/>
    <w:rsid w:val="0055427E"/>
    <w:rsid w:val="005543E2"/>
    <w:rsid w:val="00556990"/>
    <w:rsid w:val="0055699F"/>
    <w:rsid w:val="0055779A"/>
    <w:rsid w:val="00557D85"/>
    <w:rsid w:val="00557F70"/>
    <w:rsid w:val="00560098"/>
    <w:rsid w:val="0056116F"/>
    <w:rsid w:val="00562E3A"/>
    <w:rsid w:val="005633D8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4F36"/>
    <w:rsid w:val="00586CF1"/>
    <w:rsid w:val="00586DA2"/>
    <w:rsid w:val="005870A7"/>
    <w:rsid w:val="00587694"/>
    <w:rsid w:val="005877BA"/>
    <w:rsid w:val="00587DD8"/>
    <w:rsid w:val="00590019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2C60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347B"/>
    <w:rsid w:val="005D3C90"/>
    <w:rsid w:val="005D4CD2"/>
    <w:rsid w:val="005D6162"/>
    <w:rsid w:val="005D63E3"/>
    <w:rsid w:val="005D7C94"/>
    <w:rsid w:val="005E09DB"/>
    <w:rsid w:val="005E0E5B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EE"/>
    <w:rsid w:val="006022F3"/>
    <w:rsid w:val="00602BDF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596"/>
    <w:rsid w:val="00652269"/>
    <w:rsid w:val="0065383D"/>
    <w:rsid w:val="00653B7B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3AD"/>
    <w:rsid w:val="00661D19"/>
    <w:rsid w:val="00661D2E"/>
    <w:rsid w:val="00662391"/>
    <w:rsid w:val="006624FA"/>
    <w:rsid w:val="006626BE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EB8"/>
    <w:rsid w:val="00677111"/>
    <w:rsid w:val="0067733B"/>
    <w:rsid w:val="00677380"/>
    <w:rsid w:val="0067759F"/>
    <w:rsid w:val="006806A7"/>
    <w:rsid w:val="00680BB6"/>
    <w:rsid w:val="0068117D"/>
    <w:rsid w:val="00682202"/>
    <w:rsid w:val="0068260A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E7A"/>
    <w:rsid w:val="00694AD9"/>
    <w:rsid w:val="00694EBD"/>
    <w:rsid w:val="006964F7"/>
    <w:rsid w:val="00696978"/>
    <w:rsid w:val="006969D9"/>
    <w:rsid w:val="00696FF8"/>
    <w:rsid w:val="006979A8"/>
    <w:rsid w:val="00697A0E"/>
    <w:rsid w:val="00697DA6"/>
    <w:rsid w:val="006A0553"/>
    <w:rsid w:val="006A05DE"/>
    <w:rsid w:val="006A0D3D"/>
    <w:rsid w:val="006A19EC"/>
    <w:rsid w:val="006A1F53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A16"/>
    <w:rsid w:val="006B3301"/>
    <w:rsid w:val="006B394D"/>
    <w:rsid w:val="006B3ED7"/>
    <w:rsid w:val="006B4C5D"/>
    <w:rsid w:val="006C046A"/>
    <w:rsid w:val="006C0CAC"/>
    <w:rsid w:val="006C150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E57"/>
    <w:rsid w:val="006E6975"/>
    <w:rsid w:val="006E7548"/>
    <w:rsid w:val="006E7575"/>
    <w:rsid w:val="006E758F"/>
    <w:rsid w:val="006F00FF"/>
    <w:rsid w:val="006F183D"/>
    <w:rsid w:val="006F1B5C"/>
    <w:rsid w:val="006F34A3"/>
    <w:rsid w:val="006F4B33"/>
    <w:rsid w:val="006F4B74"/>
    <w:rsid w:val="006F4D22"/>
    <w:rsid w:val="006F5D15"/>
    <w:rsid w:val="006F5DCB"/>
    <w:rsid w:val="006F67BA"/>
    <w:rsid w:val="006F67D5"/>
    <w:rsid w:val="006F6A93"/>
    <w:rsid w:val="006F784A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732"/>
    <w:rsid w:val="00730332"/>
    <w:rsid w:val="007308DD"/>
    <w:rsid w:val="007318D7"/>
    <w:rsid w:val="00732385"/>
    <w:rsid w:val="007338D7"/>
    <w:rsid w:val="00733B13"/>
    <w:rsid w:val="0073457D"/>
    <w:rsid w:val="007349FF"/>
    <w:rsid w:val="00734CE6"/>
    <w:rsid w:val="007364D8"/>
    <w:rsid w:val="0073662E"/>
    <w:rsid w:val="00736DA9"/>
    <w:rsid w:val="00737261"/>
    <w:rsid w:val="007377A3"/>
    <w:rsid w:val="00737F57"/>
    <w:rsid w:val="00740006"/>
    <w:rsid w:val="007400C0"/>
    <w:rsid w:val="00741C3D"/>
    <w:rsid w:val="0074253D"/>
    <w:rsid w:val="00742601"/>
    <w:rsid w:val="00742CD1"/>
    <w:rsid w:val="007437E5"/>
    <w:rsid w:val="0074393C"/>
    <w:rsid w:val="00743ED5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20B6"/>
    <w:rsid w:val="007521D8"/>
    <w:rsid w:val="00752D41"/>
    <w:rsid w:val="00753689"/>
    <w:rsid w:val="007541DF"/>
    <w:rsid w:val="00754ACC"/>
    <w:rsid w:val="00755460"/>
    <w:rsid w:val="00755611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5D05"/>
    <w:rsid w:val="007B6353"/>
    <w:rsid w:val="007B63C9"/>
    <w:rsid w:val="007B6D2B"/>
    <w:rsid w:val="007B7FE4"/>
    <w:rsid w:val="007C0AB2"/>
    <w:rsid w:val="007C1289"/>
    <w:rsid w:val="007C1492"/>
    <w:rsid w:val="007C359B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35C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8F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3FE"/>
    <w:rsid w:val="00833B2B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7B6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440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A37"/>
    <w:rsid w:val="008A7EA0"/>
    <w:rsid w:val="008B0553"/>
    <w:rsid w:val="008B0724"/>
    <w:rsid w:val="008B0832"/>
    <w:rsid w:val="008B0D5B"/>
    <w:rsid w:val="008B353D"/>
    <w:rsid w:val="008B386F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81C"/>
    <w:rsid w:val="008E33F2"/>
    <w:rsid w:val="008E34F7"/>
    <w:rsid w:val="008E35E6"/>
    <w:rsid w:val="008E46F0"/>
    <w:rsid w:val="008E4E2B"/>
    <w:rsid w:val="008E4F1C"/>
    <w:rsid w:val="008E6659"/>
    <w:rsid w:val="008E686F"/>
    <w:rsid w:val="008E6F58"/>
    <w:rsid w:val="008E72A5"/>
    <w:rsid w:val="008E76DA"/>
    <w:rsid w:val="008E7806"/>
    <w:rsid w:val="008E7D72"/>
    <w:rsid w:val="008F0B36"/>
    <w:rsid w:val="008F198F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773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6135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4A8"/>
    <w:rsid w:val="00970DCD"/>
    <w:rsid w:val="009710D4"/>
    <w:rsid w:val="0097251D"/>
    <w:rsid w:val="009725DE"/>
    <w:rsid w:val="00972671"/>
    <w:rsid w:val="00973A3A"/>
    <w:rsid w:val="009743A5"/>
    <w:rsid w:val="0097514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905B2"/>
    <w:rsid w:val="00990A6A"/>
    <w:rsid w:val="00990FA0"/>
    <w:rsid w:val="009914D8"/>
    <w:rsid w:val="00994F86"/>
    <w:rsid w:val="009958C0"/>
    <w:rsid w:val="00995EE7"/>
    <w:rsid w:val="00996918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BFD"/>
    <w:rsid w:val="009A5DCF"/>
    <w:rsid w:val="009A5E48"/>
    <w:rsid w:val="009A7136"/>
    <w:rsid w:val="009A77C4"/>
    <w:rsid w:val="009B06AE"/>
    <w:rsid w:val="009B0906"/>
    <w:rsid w:val="009B0FB1"/>
    <w:rsid w:val="009B1329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26EB"/>
    <w:rsid w:val="009C311E"/>
    <w:rsid w:val="009C3418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3574"/>
    <w:rsid w:val="009E3F69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235F"/>
    <w:rsid w:val="009F27C5"/>
    <w:rsid w:val="009F2DB4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24A1"/>
    <w:rsid w:val="00A0306E"/>
    <w:rsid w:val="00A03164"/>
    <w:rsid w:val="00A03881"/>
    <w:rsid w:val="00A062CC"/>
    <w:rsid w:val="00A06C08"/>
    <w:rsid w:val="00A07CA7"/>
    <w:rsid w:val="00A11B0C"/>
    <w:rsid w:val="00A11CE6"/>
    <w:rsid w:val="00A12786"/>
    <w:rsid w:val="00A1326B"/>
    <w:rsid w:val="00A13397"/>
    <w:rsid w:val="00A134FD"/>
    <w:rsid w:val="00A14D34"/>
    <w:rsid w:val="00A1615E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060"/>
    <w:rsid w:val="00A352B5"/>
    <w:rsid w:val="00A35AA3"/>
    <w:rsid w:val="00A36274"/>
    <w:rsid w:val="00A36934"/>
    <w:rsid w:val="00A36C86"/>
    <w:rsid w:val="00A37894"/>
    <w:rsid w:val="00A37C1A"/>
    <w:rsid w:val="00A402C2"/>
    <w:rsid w:val="00A4063F"/>
    <w:rsid w:val="00A406CB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7FB"/>
    <w:rsid w:val="00A45A56"/>
    <w:rsid w:val="00A46043"/>
    <w:rsid w:val="00A4615C"/>
    <w:rsid w:val="00A4619C"/>
    <w:rsid w:val="00A47047"/>
    <w:rsid w:val="00A47082"/>
    <w:rsid w:val="00A4784E"/>
    <w:rsid w:val="00A47CD7"/>
    <w:rsid w:val="00A47D0C"/>
    <w:rsid w:val="00A50A6B"/>
    <w:rsid w:val="00A50BBD"/>
    <w:rsid w:val="00A5190F"/>
    <w:rsid w:val="00A51989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1330"/>
    <w:rsid w:val="00A619D5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0F26"/>
    <w:rsid w:val="00A72EF5"/>
    <w:rsid w:val="00A72F75"/>
    <w:rsid w:val="00A72F9B"/>
    <w:rsid w:val="00A73652"/>
    <w:rsid w:val="00A73DA9"/>
    <w:rsid w:val="00A74DE2"/>
    <w:rsid w:val="00A74E7A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890"/>
    <w:rsid w:val="00A8530B"/>
    <w:rsid w:val="00A858F5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4ED1"/>
    <w:rsid w:val="00A95090"/>
    <w:rsid w:val="00A95B4A"/>
    <w:rsid w:val="00A96178"/>
    <w:rsid w:val="00A96328"/>
    <w:rsid w:val="00A96493"/>
    <w:rsid w:val="00A964AC"/>
    <w:rsid w:val="00A969D2"/>
    <w:rsid w:val="00A96FCA"/>
    <w:rsid w:val="00A97100"/>
    <w:rsid w:val="00AA06E7"/>
    <w:rsid w:val="00AA097C"/>
    <w:rsid w:val="00AA0AE7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074B"/>
    <w:rsid w:val="00AB116C"/>
    <w:rsid w:val="00AB137B"/>
    <w:rsid w:val="00AB16F8"/>
    <w:rsid w:val="00AB298A"/>
    <w:rsid w:val="00AB2A0F"/>
    <w:rsid w:val="00AB36B1"/>
    <w:rsid w:val="00AB3D8F"/>
    <w:rsid w:val="00AB6186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E0070"/>
    <w:rsid w:val="00AE013A"/>
    <w:rsid w:val="00AE0718"/>
    <w:rsid w:val="00AE0BA6"/>
    <w:rsid w:val="00AE1F35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23B0"/>
    <w:rsid w:val="00B12414"/>
    <w:rsid w:val="00B1322A"/>
    <w:rsid w:val="00B132E4"/>
    <w:rsid w:val="00B14034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21BF"/>
    <w:rsid w:val="00B52EFD"/>
    <w:rsid w:val="00B52F98"/>
    <w:rsid w:val="00B535D4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C30"/>
    <w:rsid w:val="00B90D47"/>
    <w:rsid w:val="00B911FE"/>
    <w:rsid w:val="00B9257F"/>
    <w:rsid w:val="00B93C6C"/>
    <w:rsid w:val="00B9460E"/>
    <w:rsid w:val="00B95D9F"/>
    <w:rsid w:val="00B9609F"/>
    <w:rsid w:val="00B966BF"/>
    <w:rsid w:val="00B9678F"/>
    <w:rsid w:val="00B97329"/>
    <w:rsid w:val="00B97BEB"/>
    <w:rsid w:val="00BA0B43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22D7"/>
    <w:rsid w:val="00BB2B18"/>
    <w:rsid w:val="00BB4291"/>
    <w:rsid w:val="00BB487E"/>
    <w:rsid w:val="00BB5102"/>
    <w:rsid w:val="00BB5C06"/>
    <w:rsid w:val="00BB62B7"/>
    <w:rsid w:val="00BB6E4B"/>
    <w:rsid w:val="00BB764B"/>
    <w:rsid w:val="00BB7B21"/>
    <w:rsid w:val="00BB7D03"/>
    <w:rsid w:val="00BB7FCD"/>
    <w:rsid w:val="00BC1605"/>
    <w:rsid w:val="00BC1BD5"/>
    <w:rsid w:val="00BC51EF"/>
    <w:rsid w:val="00BC5AC1"/>
    <w:rsid w:val="00BC7124"/>
    <w:rsid w:val="00BC7C9C"/>
    <w:rsid w:val="00BD07D2"/>
    <w:rsid w:val="00BD0843"/>
    <w:rsid w:val="00BD0985"/>
    <w:rsid w:val="00BD1A58"/>
    <w:rsid w:val="00BD373D"/>
    <w:rsid w:val="00BD4135"/>
    <w:rsid w:val="00BD438D"/>
    <w:rsid w:val="00BD48AC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A48"/>
    <w:rsid w:val="00BF3721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C008E8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20729"/>
    <w:rsid w:val="00C20B52"/>
    <w:rsid w:val="00C2110B"/>
    <w:rsid w:val="00C214FA"/>
    <w:rsid w:val="00C2168F"/>
    <w:rsid w:val="00C22CBE"/>
    <w:rsid w:val="00C22E16"/>
    <w:rsid w:val="00C23250"/>
    <w:rsid w:val="00C2335D"/>
    <w:rsid w:val="00C235E6"/>
    <w:rsid w:val="00C2476B"/>
    <w:rsid w:val="00C247FE"/>
    <w:rsid w:val="00C25030"/>
    <w:rsid w:val="00C25C25"/>
    <w:rsid w:val="00C26ECF"/>
    <w:rsid w:val="00C3051F"/>
    <w:rsid w:val="00C30760"/>
    <w:rsid w:val="00C30C67"/>
    <w:rsid w:val="00C32FFE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4030"/>
    <w:rsid w:val="00C645A2"/>
    <w:rsid w:val="00C64906"/>
    <w:rsid w:val="00C6579F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DA9"/>
    <w:rsid w:val="00C819D1"/>
    <w:rsid w:val="00C81EB3"/>
    <w:rsid w:val="00C8357F"/>
    <w:rsid w:val="00C83790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70A7"/>
    <w:rsid w:val="00CB78DC"/>
    <w:rsid w:val="00CB7FF8"/>
    <w:rsid w:val="00CC089F"/>
    <w:rsid w:val="00CC0FED"/>
    <w:rsid w:val="00CC1834"/>
    <w:rsid w:val="00CC2D30"/>
    <w:rsid w:val="00CC39F4"/>
    <w:rsid w:val="00CC3ECE"/>
    <w:rsid w:val="00CC5188"/>
    <w:rsid w:val="00CC675D"/>
    <w:rsid w:val="00CC6957"/>
    <w:rsid w:val="00CC6E06"/>
    <w:rsid w:val="00CC7DE7"/>
    <w:rsid w:val="00CD04DB"/>
    <w:rsid w:val="00CD13E8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1221F"/>
    <w:rsid w:val="00D125C1"/>
    <w:rsid w:val="00D126EC"/>
    <w:rsid w:val="00D13695"/>
    <w:rsid w:val="00D13BBB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D6E"/>
    <w:rsid w:val="00D520AA"/>
    <w:rsid w:val="00D520D0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927"/>
    <w:rsid w:val="00D61944"/>
    <w:rsid w:val="00D61C90"/>
    <w:rsid w:val="00D621CD"/>
    <w:rsid w:val="00D623AD"/>
    <w:rsid w:val="00D62698"/>
    <w:rsid w:val="00D62911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2E63"/>
    <w:rsid w:val="00D74257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2D82"/>
    <w:rsid w:val="00D83289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E075D"/>
    <w:rsid w:val="00DE0ADD"/>
    <w:rsid w:val="00DE104B"/>
    <w:rsid w:val="00DE1618"/>
    <w:rsid w:val="00DE28FE"/>
    <w:rsid w:val="00DE2BA0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C7"/>
    <w:rsid w:val="00E051EA"/>
    <w:rsid w:val="00E052EB"/>
    <w:rsid w:val="00E06C8E"/>
    <w:rsid w:val="00E06EB3"/>
    <w:rsid w:val="00E079B1"/>
    <w:rsid w:val="00E10632"/>
    <w:rsid w:val="00E109E5"/>
    <w:rsid w:val="00E119AA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1DA3"/>
    <w:rsid w:val="00E22351"/>
    <w:rsid w:val="00E23477"/>
    <w:rsid w:val="00E236AD"/>
    <w:rsid w:val="00E245FD"/>
    <w:rsid w:val="00E24FD9"/>
    <w:rsid w:val="00E2542A"/>
    <w:rsid w:val="00E262DC"/>
    <w:rsid w:val="00E26B4A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3F34"/>
    <w:rsid w:val="00E463CD"/>
    <w:rsid w:val="00E471D9"/>
    <w:rsid w:val="00E473CE"/>
    <w:rsid w:val="00E47A3B"/>
    <w:rsid w:val="00E47F8E"/>
    <w:rsid w:val="00E5121F"/>
    <w:rsid w:val="00E5181D"/>
    <w:rsid w:val="00E519D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810"/>
    <w:rsid w:val="00E54D81"/>
    <w:rsid w:val="00E553FF"/>
    <w:rsid w:val="00E56439"/>
    <w:rsid w:val="00E56AC0"/>
    <w:rsid w:val="00E56E29"/>
    <w:rsid w:val="00E5720B"/>
    <w:rsid w:val="00E603DC"/>
    <w:rsid w:val="00E6094B"/>
    <w:rsid w:val="00E60962"/>
    <w:rsid w:val="00E60C92"/>
    <w:rsid w:val="00E60D0D"/>
    <w:rsid w:val="00E60FC2"/>
    <w:rsid w:val="00E6119A"/>
    <w:rsid w:val="00E62150"/>
    <w:rsid w:val="00E62394"/>
    <w:rsid w:val="00E62810"/>
    <w:rsid w:val="00E62889"/>
    <w:rsid w:val="00E62910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D8"/>
    <w:rsid w:val="00E804CE"/>
    <w:rsid w:val="00E8087E"/>
    <w:rsid w:val="00E80CC1"/>
    <w:rsid w:val="00E80E45"/>
    <w:rsid w:val="00E83AB0"/>
    <w:rsid w:val="00E83C51"/>
    <w:rsid w:val="00E83FE9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6797"/>
    <w:rsid w:val="00ED768E"/>
    <w:rsid w:val="00ED791E"/>
    <w:rsid w:val="00ED7F7D"/>
    <w:rsid w:val="00EE0180"/>
    <w:rsid w:val="00EE1284"/>
    <w:rsid w:val="00EE1968"/>
    <w:rsid w:val="00EE3184"/>
    <w:rsid w:val="00EE3EB4"/>
    <w:rsid w:val="00EE3EC1"/>
    <w:rsid w:val="00EE4106"/>
    <w:rsid w:val="00EE4436"/>
    <w:rsid w:val="00EE4D7C"/>
    <w:rsid w:val="00EE4DC1"/>
    <w:rsid w:val="00EE4F13"/>
    <w:rsid w:val="00EE551F"/>
    <w:rsid w:val="00EE5CF6"/>
    <w:rsid w:val="00EE5E93"/>
    <w:rsid w:val="00EE6032"/>
    <w:rsid w:val="00EF02AF"/>
    <w:rsid w:val="00EF03B9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72DF"/>
    <w:rsid w:val="00EF759C"/>
    <w:rsid w:val="00F001C0"/>
    <w:rsid w:val="00F0055A"/>
    <w:rsid w:val="00F0085F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324"/>
    <w:rsid w:val="00F37801"/>
    <w:rsid w:val="00F3781B"/>
    <w:rsid w:val="00F3796A"/>
    <w:rsid w:val="00F40811"/>
    <w:rsid w:val="00F40EA2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888"/>
    <w:rsid w:val="00F44DA5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B7C"/>
    <w:rsid w:val="00F63DBC"/>
    <w:rsid w:val="00F63E2B"/>
    <w:rsid w:val="00F648B3"/>
    <w:rsid w:val="00F64E33"/>
    <w:rsid w:val="00F64F5E"/>
    <w:rsid w:val="00F651D4"/>
    <w:rsid w:val="00F66D24"/>
    <w:rsid w:val="00F67EC3"/>
    <w:rsid w:val="00F717A5"/>
    <w:rsid w:val="00F71BE3"/>
    <w:rsid w:val="00F729DB"/>
    <w:rsid w:val="00F72A88"/>
    <w:rsid w:val="00F72D6C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24FA"/>
    <w:rsid w:val="00F837F2"/>
    <w:rsid w:val="00F83918"/>
    <w:rsid w:val="00F83D91"/>
    <w:rsid w:val="00F8475E"/>
    <w:rsid w:val="00F8521F"/>
    <w:rsid w:val="00F85255"/>
    <w:rsid w:val="00F85D14"/>
    <w:rsid w:val="00F86B61"/>
    <w:rsid w:val="00F86EF6"/>
    <w:rsid w:val="00F870D3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4BCB"/>
    <w:rsid w:val="00F95429"/>
    <w:rsid w:val="00F96074"/>
    <w:rsid w:val="00F96CED"/>
    <w:rsid w:val="00F96EF3"/>
    <w:rsid w:val="00FA05EF"/>
    <w:rsid w:val="00FA07A6"/>
    <w:rsid w:val="00FA1F0A"/>
    <w:rsid w:val="00FA2BD7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4251"/>
    <w:rsid w:val="00FC442F"/>
    <w:rsid w:val="00FC4A12"/>
    <w:rsid w:val="00FC61EE"/>
    <w:rsid w:val="00FC6CA8"/>
    <w:rsid w:val="00FC7976"/>
    <w:rsid w:val="00FC79E3"/>
    <w:rsid w:val="00FD0E52"/>
    <w:rsid w:val="00FD10FA"/>
    <w:rsid w:val="00FD2179"/>
    <w:rsid w:val="00FD2245"/>
    <w:rsid w:val="00FD2B50"/>
    <w:rsid w:val="00FD2FEB"/>
    <w:rsid w:val="00FD30EA"/>
    <w:rsid w:val="00FD33FE"/>
    <w:rsid w:val="00FD4620"/>
    <w:rsid w:val="00FD48BF"/>
    <w:rsid w:val="00FD512D"/>
    <w:rsid w:val="00FD5B4F"/>
    <w:rsid w:val="00FD60FB"/>
    <w:rsid w:val="00FD6121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7151"/>
    <w:rsid w:val="022306DD"/>
    <w:rsid w:val="09774987"/>
    <w:rsid w:val="0EB80D84"/>
    <w:rsid w:val="122716CF"/>
    <w:rsid w:val="16FE1AF4"/>
    <w:rsid w:val="17BC4467"/>
    <w:rsid w:val="180565D7"/>
    <w:rsid w:val="1E12625F"/>
    <w:rsid w:val="1F381477"/>
    <w:rsid w:val="266129C2"/>
    <w:rsid w:val="27802801"/>
    <w:rsid w:val="2AB07850"/>
    <w:rsid w:val="2BB70FA5"/>
    <w:rsid w:val="2C7768C8"/>
    <w:rsid w:val="310A2314"/>
    <w:rsid w:val="35AC0E17"/>
    <w:rsid w:val="3A35679E"/>
    <w:rsid w:val="43DF5445"/>
    <w:rsid w:val="4579549A"/>
    <w:rsid w:val="5F932D4A"/>
    <w:rsid w:val="67DE550D"/>
    <w:rsid w:val="686E68DE"/>
    <w:rsid w:val="6A0F51B6"/>
    <w:rsid w:val="77DFDD76"/>
    <w:rsid w:val="7FFEF45E"/>
    <w:rsid w:val="E3BF53FA"/>
    <w:rsid w:val="ECFF1AEE"/>
    <w:rsid w:val="EE7F7BB9"/>
    <w:rsid w:val="F3BF6B22"/>
    <w:rsid w:val="FC776789"/>
    <w:rsid w:val="FF7FF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link w:val="11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7"/>
    <w:autoRedefine/>
    <w:qFormat/>
    <w:uiPriority w:val="20"/>
    <w:rPr>
      <w:i/>
      <w:iCs/>
    </w:rPr>
  </w:style>
  <w:style w:type="character" w:customStyle="1" w:styleId="9">
    <w:name w:val="页眉 Char"/>
    <w:basedOn w:val="7"/>
    <w:link w:val="4"/>
    <w:autoRedefine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页脚 Char"/>
    <w:basedOn w:val="7"/>
    <w:link w:val="3"/>
    <w:autoRedefine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标题 1 Char"/>
    <w:basedOn w:val="7"/>
    <w:link w:val="2"/>
    <w:autoRedefine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weboffice\tmp\webword_4084255320\C:\data\weboffice\tmp\webword_3677037562\C:\Users\renhe\Library\Containers\com.kingsoft.wpsoffice.mac\Data\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dbzy</Company>
  <Pages>4</Pages>
  <Words>1595</Words>
  <Characters>1798</Characters>
  <Lines>9</Lines>
  <Paragraphs>2</Paragraphs>
  <TotalTime>0</TotalTime>
  <ScaleCrop>false</ScaleCrop>
  <LinksUpToDate>false</LinksUpToDate>
  <CharactersWithSpaces>1828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2019-01-08T16:36:00Z</dcterms:created>
  <dc:creator>Administrator</dc:creator>
  <cp:lastModifiedBy>任赫</cp:lastModifiedBy>
  <cp:lastPrinted>2016-09-10T15:30:00Z</cp:lastPrinted>
  <dcterms:modified xsi:type="dcterms:W3CDTF">2024-12-06T08:54:01Z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E6A96DC67569C59C64AED666EA9F01E3_43</vt:lpwstr>
  </property>
</Properties>
</file>